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49F" w:rsidRDefault="004D1669">
      <w:hyperlink w:anchor="Fizz" w:history="1">
        <w:r w:rsidRPr="004D1669">
          <w:rPr>
            <w:rStyle w:val="Hyperlink"/>
          </w:rPr>
          <w:t>One link to one target.</w:t>
        </w:r>
      </w:hyperlink>
    </w:p>
    <w:p w:rsidR="004D1669" w:rsidRDefault="004D1669"/>
    <w:p w:rsidR="004D1669" w:rsidRDefault="004D1669">
      <w:bookmarkStart w:id="0" w:name="Fizz"/>
      <w:bookmarkStart w:id="1" w:name="Pop"/>
      <w:r>
        <w:t>This is a target with two names.</w:t>
      </w:r>
      <w:bookmarkEnd w:id="0"/>
      <w:bookmarkEnd w:id="1"/>
    </w:p>
    <w:p w:rsidR="004D1669" w:rsidRDefault="004D1669"/>
    <w:p w:rsidR="004D1669" w:rsidRDefault="004D1669">
      <w:hyperlink w:anchor="Pop" w:history="1">
        <w:r w:rsidRPr="004D1669">
          <w:rPr>
            <w:rStyle w:val="Hyperlink"/>
          </w:rPr>
          <w:t>Another link to the same target.</w:t>
        </w:r>
      </w:hyperlink>
      <w:bookmarkStart w:id="2" w:name="_GoBack"/>
      <w:bookmarkEnd w:id="2"/>
    </w:p>
    <w:sectPr w:rsidR="004D1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9F"/>
    <w:rsid w:val="00261B11"/>
    <w:rsid w:val="0042770D"/>
    <w:rsid w:val="0043349F"/>
    <w:rsid w:val="004D1669"/>
    <w:rsid w:val="00880199"/>
    <w:rsid w:val="009770BE"/>
    <w:rsid w:val="00A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7595D9-C64B-4CB7-A822-00FB14FE9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1B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49F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61B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E7883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E788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808B4-08AB-4C16-85EB-9C6B9E26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KSAS-IT</dc:creator>
  <cp:keywords/>
  <dc:description/>
  <cp:lastModifiedBy>KSAS-IT</cp:lastModifiedBy>
  <cp:revision>2</cp:revision>
  <dcterms:created xsi:type="dcterms:W3CDTF">2017-12-31T12:47:00Z</dcterms:created>
  <dcterms:modified xsi:type="dcterms:W3CDTF">2017-12-31T12:47:00Z</dcterms:modified>
</cp:coreProperties>
</file>